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FB5" w:rsidRDefault="00917E66" w:rsidP="003D5FB5">
      <w:pPr>
        <w:ind w:left="270" w:right="38"/>
        <w:jc w:val="right"/>
      </w:pPr>
      <w:r>
        <w:rPr>
          <w:rFonts w:hint="eastAsia"/>
        </w:rPr>
        <w:t xml:space="preserve">　　</w:t>
      </w:r>
      <w:bookmarkStart w:id="0" w:name="_GoBack"/>
      <w:bookmarkEnd w:id="0"/>
      <w:r w:rsidR="003D5FB5">
        <w:rPr>
          <w:rFonts w:hint="eastAsia"/>
        </w:rPr>
        <w:t xml:space="preserve">　　年　　月　　日</w:t>
      </w:r>
    </w:p>
    <w:p w:rsidR="003D5FB5" w:rsidRDefault="003D5FB5" w:rsidP="003D5FB5">
      <w:pPr>
        <w:ind w:right="38"/>
      </w:pPr>
    </w:p>
    <w:p w:rsidR="003D5FB5" w:rsidRDefault="003D5FB5" w:rsidP="003D5FB5">
      <w:pPr>
        <w:ind w:right="38"/>
      </w:pPr>
    </w:p>
    <w:p w:rsidR="003D5FB5" w:rsidRDefault="003D5FB5" w:rsidP="00B644D4">
      <w:pPr>
        <w:ind w:firstLineChars="100" w:firstLine="336"/>
        <w:rPr>
          <w:spacing w:val="60"/>
        </w:rPr>
      </w:pPr>
      <w:r>
        <w:rPr>
          <w:rFonts w:hint="eastAsia"/>
          <w:spacing w:val="60"/>
        </w:rPr>
        <w:t>浜松医科大学長　殿</w:t>
      </w:r>
    </w:p>
    <w:p w:rsidR="003D5FB5" w:rsidRDefault="003D5FB5" w:rsidP="003D5FB5">
      <w:pPr>
        <w:rPr>
          <w:spacing w:val="60"/>
        </w:rPr>
      </w:pPr>
    </w:p>
    <w:p w:rsidR="003D5FB5" w:rsidRDefault="003D5FB5" w:rsidP="003D5FB5">
      <w:pPr>
        <w:rPr>
          <w:spacing w:val="60"/>
        </w:rPr>
      </w:pPr>
    </w:p>
    <w:p w:rsidR="003D5FB5" w:rsidRDefault="008832AE" w:rsidP="00611E53">
      <w:pPr>
        <w:ind w:firstLineChars="2400" w:firstLine="5184"/>
      </w:pPr>
      <w:r>
        <w:rPr>
          <w:rFonts w:hint="eastAsia"/>
        </w:rPr>
        <w:t xml:space="preserve">　　</w:t>
      </w:r>
      <w:r w:rsidR="00B62A4F">
        <w:rPr>
          <w:rFonts w:hint="eastAsia"/>
        </w:rPr>
        <w:t xml:space="preserve">　　　　　</w:t>
      </w:r>
      <w:r w:rsidR="003D5FB5" w:rsidRPr="001E2A7E">
        <w:rPr>
          <w:rFonts w:hint="eastAsia"/>
        </w:rPr>
        <w:t>年度入学</w:t>
      </w:r>
    </w:p>
    <w:p w:rsidR="003D5FB5" w:rsidRDefault="003D5FB5" w:rsidP="003D5FB5">
      <w:pPr>
        <w:rPr>
          <w:spacing w:val="60"/>
        </w:rPr>
      </w:pPr>
    </w:p>
    <w:p w:rsidR="003D5FB5" w:rsidRDefault="003D5FB5" w:rsidP="00B62A4F">
      <w:pPr>
        <w:ind w:firstLineChars="3100" w:firstLine="6696"/>
      </w:pPr>
      <w:r>
        <w:rPr>
          <w:rFonts w:hint="eastAsia"/>
        </w:rPr>
        <w:t>専</w:t>
      </w:r>
      <w:r w:rsidR="00EB5409">
        <w:rPr>
          <w:rFonts w:hint="eastAsia"/>
        </w:rPr>
        <w:t xml:space="preserve">　</w:t>
      </w:r>
      <w:r>
        <w:rPr>
          <w:rFonts w:hint="eastAsia"/>
        </w:rPr>
        <w:t>攻</w:t>
      </w:r>
    </w:p>
    <w:p w:rsidR="003D5FB5" w:rsidRDefault="003D5FB5" w:rsidP="003D5FB5"/>
    <w:p w:rsidR="00B62A4F" w:rsidRDefault="003D5FB5" w:rsidP="00B644D4">
      <w:pPr>
        <w:ind w:leftChars="2200" w:left="4752"/>
      </w:pPr>
      <w:r>
        <w:rPr>
          <w:rFonts w:hint="eastAsia"/>
        </w:rPr>
        <w:t>氏　名</w:t>
      </w:r>
    </w:p>
    <w:p w:rsidR="003D5FB5" w:rsidRPr="003D5FB5" w:rsidRDefault="003D5FB5" w:rsidP="00B62A4F">
      <w:pPr>
        <w:ind w:leftChars="2200" w:left="4752" w:firstLineChars="400" w:firstLine="864"/>
      </w:pPr>
      <w:r>
        <w:rPr>
          <w:rFonts w:hint="eastAsia"/>
        </w:rPr>
        <w:t xml:space="preserve">　　</w:t>
      </w:r>
      <w:r w:rsidR="0013459C" w:rsidRPr="00B62A4F">
        <w:rPr>
          <w:rFonts w:hint="eastAsia"/>
          <w:color w:val="BFBFBF" w:themeColor="background1" w:themeShade="BF"/>
        </w:rPr>
        <w:t>（自署または押印記名）</w:t>
      </w:r>
    </w:p>
    <w:p w:rsidR="003D5FB5" w:rsidRDefault="003D5FB5" w:rsidP="003D5FB5"/>
    <w:p w:rsidR="003D5FB5" w:rsidRDefault="003D5FB5" w:rsidP="003D5FB5"/>
    <w:p w:rsidR="003D5FB5" w:rsidRDefault="003D5FB5" w:rsidP="003D5FB5"/>
    <w:p w:rsidR="003D5FB5" w:rsidRDefault="003D5FB5" w:rsidP="003D5FB5">
      <w:pPr>
        <w:jc w:val="center"/>
      </w:pPr>
      <w:r>
        <w:rPr>
          <w:rFonts w:hint="eastAsia"/>
        </w:rPr>
        <w:t>学　位　論　文　審　査　願</w:t>
      </w:r>
    </w:p>
    <w:p w:rsidR="003D5FB5" w:rsidRDefault="003D5FB5" w:rsidP="003D5FB5"/>
    <w:p w:rsidR="003D5FB5" w:rsidRDefault="003D5FB5" w:rsidP="003D5FB5"/>
    <w:p w:rsidR="003D5FB5" w:rsidRPr="00B644D4" w:rsidRDefault="008E4CD4" w:rsidP="00B644D4">
      <w:pPr>
        <w:spacing w:line="480" w:lineRule="auto"/>
        <w:ind w:firstLineChars="100" w:firstLine="244"/>
        <w:rPr>
          <w:spacing w:val="14"/>
        </w:rPr>
      </w:pPr>
      <w:r>
        <w:rPr>
          <w:rFonts w:hint="eastAsia"/>
          <w:spacing w:val="14"/>
        </w:rPr>
        <w:t>浜松医科大学学位規程</w:t>
      </w:r>
      <w:r w:rsidRPr="001E2A7E">
        <w:rPr>
          <w:rFonts w:hint="eastAsia"/>
          <w:spacing w:val="14"/>
        </w:rPr>
        <w:t>第１０</w:t>
      </w:r>
      <w:r w:rsidR="001E2A7E" w:rsidRPr="001E2A7E">
        <w:rPr>
          <w:rFonts w:hint="eastAsia"/>
          <w:spacing w:val="14"/>
        </w:rPr>
        <w:t>条第３</w:t>
      </w:r>
      <w:r w:rsidR="003D5FB5" w:rsidRPr="001E2A7E">
        <w:rPr>
          <w:rFonts w:hint="eastAsia"/>
          <w:spacing w:val="14"/>
        </w:rPr>
        <w:t>項の規程に</w:t>
      </w:r>
      <w:r w:rsidR="003D5FB5" w:rsidRPr="00B644D4">
        <w:rPr>
          <w:rFonts w:hint="eastAsia"/>
          <w:spacing w:val="14"/>
        </w:rPr>
        <w:t>より関係書類を添えて申請しますので審査願います。</w:t>
      </w:r>
    </w:p>
    <w:p w:rsidR="003D5FB5" w:rsidRDefault="003D5FB5" w:rsidP="003D5FB5"/>
    <w:p w:rsidR="003D5FB5" w:rsidRDefault="003D5FB5" w:rsidP="003D5FB5"/>
    <w:tbl>
      <w:tblPr>
        <w:tblStyle w:val="a4"/>
        <w:tblpPr w:leftFromText="142" w:rightFromText="142" w:vertAnchor="text" w:tblpX="108" w:tblpY="1"/>
        <w:tblOverlap w:val="never"/>
        <w:tblW w:w="0" w:type="auto"/>
        <w:tblLook w:val="01E0" w:firstRow="1" w:lastRow="1" w:firstColumn="1" w:lastColumn="1" w:noHBand="0" w:noVBand="0"/>
      </w:tblPr>
      <w:tblGrid>
        <w:gridCol w:w="2568"/>
        <w:gridCol w:w="1440"/>
      </w:tblGrid>
      <w:tr w:rsidR="003D5FB5" w:rsidTr="00F65D0F">
        <w:trPr>
          <w:trHeight w:val="1021"/>
        </w:trPr>
        <w:tc>
          <w:tcPr>
            <w:tcW w:w="2568" w:type="dxa"/>
            <w:vAlign w:val="center"/>
          </w:tcPr>
          <w:p w:rsidR="003D5FB5" w:rsidRDefault="003D5FB5" w:rsidP="008832AE">
            <w:pPr>
              <w:ind w:rightChars="5" w:right="11"/>
              <w:jc w:val="center"/>
            </w:pPr>
            <w:r w:rsidRPr="003924D0">
              <w:rPr>
                <w:rFonts w:hint="eastAsia"/>
                <w:spacing w:val="30"/>
                <w:kern w:val="0"/>
                <w:fitText w:val="2160" w:id="-1445295872"/>
              </w:rPr>
              <w:t>指導教員承認</w:t>
            </w:r>
            <w:r w:rsidRPr="003924D0">
              <w:rPr>
                <w:rFonts w:hint="eastAsia"/>
                <w:spacing w:val="60"/>
                <w:kern w:val="0"/>
                <w:fitText w:val="2160" w:id="-1445295872"/>
              </w:rPr>
              <w:t>印</w:t>
            </w:r>
          </w:p>
        </w:tc>
        <w:tc>
          <w:tcPr>
            <w:tcW w:w="1440" w:type="dxa"/>
            <w:vAlign w:val="center"/>
          </w:tcPr>
          <w:p w:rsidR="003D5FB5" w:rsidRDefault="003D5FB5" w:rsidP="003D5FB5">
            <w:pPr>
              <w:jc w:val="center"/>
            </w:pPr>
          </w:p>
        </w:tc>
      </w:tr>
    </w:tbl>
    <w:tbl>
      <w:tblPr>
        <w:tblStyle w:val="a4"/>
        <w:tblpPr w:leftFromText="142" w:rightFromText="142" w:vertAnchor="text" w:horzAnchor="page" w:tblpX="5947" w:tblpY="2"/>
        <w:tblOverlap w:val="never"/>
        <w:tblW w:w="0" w:type="auto"/>
        <w:tblLook w:val="01E0" w:firstRow="1" w:lastRow="1" w:firstColumn="1" w:lastColumn="1" w:noHBand="0" w:noVBand="0"/>
      </w:tblPr>
      <w:tblGrid>
        <w:gridCol w:w="1728"/>
        <w:gridCol w:w="3132"/>
      </w:tblGrid>
      <w:tr w:rsidR="00EA0702" w:rsidTr="00EB5409">
        <w:trPr>
          <w:trHeight w:val="1021"/>
        </w:trPr>
        <w:tc>
          <w:tcPr>
            <w:tcW w:w="1728" w:type="dxa"/>
            <w:vAlign w:val="center"/>
          </w:tcPr>
          <w:p w:rsidR="00EA0702" w:rsidRDefault="00EA0702" w:rsidP="00EB5409">
            <w:pPr>
              <w:ind w:right="34"/>
              <w:jc w:val="center"/>
              <w:rPr>
                <w:spacing w:val="18"/>
              </w:rPr>
            </w:pPr>
            <w:r w:rsidRPr="003924D0">
              <w:rPr>
                <w:rFonts w:hint="eastAsia"/>
                <w:spacing w:val="15"/>
                <w:kern w:val="0"/>
                <w:fitText w:val="1296" w:id="-910947583"/>
              </w:rPr>
              <w:t>受付年月</w:t>
            </w:r>
            <w:r w:rsidR="00562B31" w:rsidRPr="003924D0">
              <w:rPr>
                <w:rFonts w:hint="eastAsia"/>
                <w:spacing w:val="-15"/>
                <w:kern w:val="0"/>
                <w:fitText w:val="1296" w:id="-910947583"/>
              </w:rPr>
              <w:t>日</w:t>
            </w:r>
          </w:p>
          <w:p w:rsidR="00562B31" w:rsidRPr="00EA0702" w:rsidRDefault="00562B31" w:rsidP="00EB5409">
            <w:pPr>
              <w:ind w:right="34"/>
              <w:jc w:val="center"/>
              <w:rPr>
                <w:spacing w:val="18"/>
              </w:rPr>
            </w:pPr>
            <w:r w:rsidRPr="003924D0">
              <w:rPr>
                <w:rFonts w:hint="eastAsia"/>
                <w:spacing w:val="45"/>
                <w:kern w:val="0"/>
                <w:fitText w:val="1296" w:id="-910947584"/>
              </w:rPr>
              <w:t>受付番</w:t>
            </w:r>
            <w:r w:rsidRPr="003924D0">
              <w:rPr>
                <w:rFonts w:hint="eastAsia"/>
                <w:spacing w:val="30"/>
                <w:kern w:val="0"/>
                <w:fitText w:val="1296" w:id="-910947584"/>
              </w:rPr>
              <w:t>号</w:t>
            </w:r>
          </w:p>
        </w:tc>
        <w:tc>
          <w:tcPr>
            <w:tcW w:w="3132" w:type="dxa"/>
            <w:vAlign w:val="center"/>
          </w:tcPr>
          <w:p w:rsidR="00562B31" w:rsidRDefault="00917E66" w:rsidP="00562B31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562B31">
              <w:rPr>
                <w:rFonts w:hint="eastAsia"/>
              </w:rPr>
              <w:t xml:space="preserve">　</w:t>
            </w:r>
            <w:r w:rsidR="00EB5409">
              <w:rPr>
                <w:rFonts w:hint="eastAsia"/>
              </w:rPr>
              <w:t xml:space="preserve"> </w:t>
            </w:r>
            <w:r w:rsidR="00562B31">
              <w:rPr>
                <w:rFonts w:hint="eastAsia"/>
              </w:rPr>
              <w:t xml:space="preserve">　年　</w:t>
            </w:r>
            <w:r w:rsidR="00EB5409">
              <w:rPr>
                <w:rFonts w:hint="eastAsia"/>
              </w:rPr>
              <w:t xml:space="preserve"> </w:t>
            </w:r>
            <w:r w:rsidR="00562B31">
              <w:rPr>
                <w:rFonts w:hint="eastAsia"/>
              </w:rPr>
              <w:t xml:space="preserve">　月　</w:t>
            </w:r>
            <w:r w:rsidR="00EB5409">
              <w:rPr>
                <w:rFonts w:hint="eastAsia"/>
              </w:rPr>
              <w:t xml:space="preserve"> </w:t>
            </w:r>
            <w:r w:rsidR="00562B31">
              <w:rPr>
                <w:rFonts w:hint="eastAsia"/>
              </w:rPr>
              <w:t xml:space="preserve">　日</w:t>
            </w:r>
          </w:p>
          <w:p w:rsidR="00562B31" w:rsidRDefault="00562B31" w:rsidP="00562B31">
            <w:pPr>
              <w:jc w:val="center"/>
            </w:pPr>
            <w:r>
              <w:rPr>
                <w:rFonts w:hint="eastAsia"/>
              </w:rPr>
              <w:t xml:space="preserve">第　　</w:t>
            </w:r>
            <w:r w:rsidR="00EB540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号</w:t>
            </w:r>
          </w:p>
        </w:tc>
      </w:tr>
    </w:tbl>
    <w:p w:rsidR="003D5FB5" w:rsidRDefault="003D5FB5" w:rsidP="00EA0702"/>
    <w:p w:rsidR="00562B31" w:rsidRDefault="00562B31" w:rsidP="00EA0702"/>
    <w:p w:rsidR="00A322A1" w:rsidRDefault="00A322A1" w:rsidP="00EA0702"/>
    <w:tbl>
      <w:tblPr>
        <w:tblStyle w:val="a4"/>
        <w:tblpPr w:leftFromText="142" w:rightFromText="142" w:vertAnchor="text" w:tblpX="108" w:tblpY="1"/>
        <w:tblOverlap w:val="never"/>
        <w:tblW w:w="0" w:type="auto"/>
        <w:tblLook w:val="01E0" w:firstRow="1" w:lastRow="1" w:firstColumn="1" w:lastColumn="1" w:noHBand="0" w:noVBand="0"/>
      </w:tblPr>
      <w:tblGrid>
        <w:gridCol w:w="2568"/>
        <w:gridCol w:w="1440"/>
      </w:tblGrid>
      <w:tr w:rsidR="00F65D0F" w:rsidTr="00F65D0F">
        <w:trPr>
          <w:trHeight w:val="1021"/>
        </w:trPr>
        <w:tc>
          <w:tcPr>
            <w:tcW w:w="2568" w:type="dxa"/>
            <w:vAlign w:val="center"/>
          </w:tcPr>
          <w:p w:rsidR="00F65D0F" w:rsidRDefault="00F65D0F" w:rsidP="003924D0">
            <w:pPr>
              <w:ind w:left="246" w:rightChars="5" w:right="11" w:hangingChars="100" w:hanging="246"/>
              <w:jc w:val="center"/>
            </w:pPr>
            <w:r w:rsidRPr="003924D0">
              <w:rPr>
                <w:rFonts w:hint="eastAsia"/>
                <w:spacing w:val="15"/>
                <w:kern w:val="0"/>
                <w:fitText w:val="2160" w:id="-1445295870"/>
              </w:rPr>
              <w:t>副指導教員承認印</w:t>
            </w:r>
          </w:p>
        </w:tc>
        <w:tc>
          <w:tcPr>
            <w:tcW w:w="1440" w:type="dxa"/>
            <w:vAlign w:val="center"/>
          </w:tcPr>
          <w:p w:rsidR="00F65D0F" w:rsidRDefault="00F65D0F" w:rsidP="00F65D0F">
            <w:pPr>
              <w:jc w:val="center"/>
            </w:pPr>
          </w:p>
        </w:tc>
      </w:tr>
    </w:tbl>
    <w:p w:rsidR="00562B31" w:rsidRDefault="00562B31" w:rsidP="00EA0702"/>
    <w:sectPr w:rsidR="00562B31" w:rsidSect="00B644D4">
      <w:headerReference w:type="default" r:id="rId7"/>
      <w:pgSz w:w="11906" w:h="16838" w:code="9"/>
      <w:pgMar w:top="1985" w:right="1134" w:bottom="1418" w:left="1418" w:header="851" w:footer="992" w:gutter="0"/>
      <w:cols w:space="425"/>
      <w:docGrid w:type="linesAndChars" w:linePitch="335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123" w:rsidRDefault="00EF0123">
      <w:r>
        <w:separator/>
      </w:r>
    </w:p>
  </w:endnote>
  <w:endnote w:type="continuationSeparator" w:id="0">
    <w:p w:rsidR="00EF0123" w:rsidRDefault="00EF0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123" w:rsidRDefault="00EF0123">
      <w:r>
        <w:separator/>
      </w:r>
    </w:p>
  </w:footnote>
  <w:footnote w:type="continuationSeparator" w:id="0">
    <w:p w:rsidR="00EF0123" w:rsidRDefault="00EF0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AE" w:rsidRDefault="008832AE" w:rsidP="008832AE">
    <w:pPr>
      <w:pStyle w:val="a5"/>
      <w:jc w:val="right"/>
    </w:pPr>
    <w:r>
      <w:rPr>
        <w:rFonts w:hint="eastAsia"/>
      </w:rPr>
      <w:t>（別</w:t>
    </w:r>
    <w:r w:rsidR="00E53577">
      <w:rPr>
        <w:rFonts w:hint="eastAsia"/>
      </w:rPr>
      <w:t>記</w:t>
    </w:r>
    <w:r>
      <w:rPr>
        <w:rFonts w:hint="eastAsia"/>
      </w:rPr>
      <w:t>様式</w:t>
    </w:r>
    <w:r w:rsidR="00E53577">
      <w:rPr>
        <w:rFonts w:hint="eastAsia"/>
      </w:rPr>
      <w:t>第</w:t>
    </w:r>
    <w:r>
      <w:rPr>
        <w:rFonts w:hint="eastAsia"/>
      </w:rPr>
      <w:t>１）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E1BD3"/>
    <w:multiLevelType w:val="hybridMultilevel"/>
    <w:tmpl w:val="BFC8F6E2"/>
    <w:lvl w:ilvl="0" w:tplc="89D427D6">
      <w:numFmt w:val="bullet"/>
      <w:lvlText w:val="※"/>
      <w:lvlJc w:val="left"/>
      <w:pPr>
        <w:tabs>
          <w:tab w:val="num" w:pos="891"/>
        </w:tabs>
        <w:ind w:left="891" w:hanging="61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6"/>
        </w:tabs>
        <w:ind w:left="1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6"/>
        </w:tabs>
        <w:ind w:left="1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6"/>
        </w:tabs>
        <w:ind w:left="1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6"/>
        </w:tabs>
        <w:ind w:left="2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6"/>
        </w:tabs>
        <w:ind w:left="2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6"/>
        </w:tabs>
        <w:ind w:left="3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6"/>
        </w:tabs>
        <w:ind w:left="3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6"/>
        </w:tabs>
        <w:ind w:left="4056" w:hanging="420"/>
      </w:pPr>
      <w:rPr>
        <w:rFonts w:ascii="Wingdings" w:hAnsi="Wingdings" w:hint="default"/>
      </w:rPr>
    </w:lvl>
  </w:abstractNum>
  <w:abstractNum w:abstractNumId="1" w15:restartNumberingAfterBreak="0">
    <w:nsid w:val="2A0836BF"/>
    <w:multiLevelType w:val="hybridMultilevel"/>
    <w:tmpl w:val="36E8E764"/>
    <w:lvl w:ilvl="0" w:tplc="A698B6C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3B847E0"/>
    <w:multiLevelType w:val="hybridMultilevel"/>
    <w:tmpl w:val="1DD4C2C4"/>
    <w:lvl w:ilvl="0" w:tplc="D2D495D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33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FB5"/>
    <w:rsid w:val="0013459C"/>
    <w:rsid w:val="00164150"/>
    <w:rsid w:val="001A70F6"/>
    <w:rsid w:val="001E2A7E"/>
    <w:rsid w:val="003924D0"/>
    <w:rsid w:val="003D5FB5"/>
    <w:rsid w:val="00562B31"/>
    <w:rsid w:val="00602848"/>
    <w:rsid w:val="00611E53"/>
    <w:rsid w:val="008832AE"/>
    <w:rsid w:val="00885417"/>
    <w:rsid w:val="008E4CD4"/>
    <w:rsid w:val="00917E66"/>
    <w:rsid w:val="00A322A1"/>
    <w:rsid w:val="00B62A4F"/>
    <w:rsid w:val="00B644D4"/>
    <w:rsid w:val="00B65DB0"/>
    <w:rsid w:val="00D5275D"/>
    <w:rsid w:val="00DF2481"/>
    <w:rsid w:val="00E1038A"/>
    <w:rsid w:val="00E53577"/>
    <w:rsid w:val="00EA0702"/>
    <w:rsid w:val="00EB5409"/>
    <w:rsid w:val="00EF0123"/>
    <w:rsid w:val="00F6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921BE38"/>
  <w15:docId w15:val="{95A2E480-C529-4D58-B74A-99203EED2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FB5"/>
    <w:pPr>
      <w:widowControl w:val="0"/>
      <w:jc w:val="both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D5FB5"/>
    <w:pPr>
      <w:ind w:firstLineChars="100" w:firstLine="240"/>
    </w:pPr>
  </w:style>
  <w:style w:type="table" w:styleId="a4">
    <w:name w:val="Table Grid"/>
    <w:basedOn w:val="a1"/>
    <w:rsid w:val="003D5FB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8832AE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832A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9EE82A28</Template>
  <TotalTime>10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浜松医科大学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rondo69</dc:creator>
  <cp:lastModifiedBy>笠井 栞</cp:lastModifiedBy>
  <cp:revision>11</cp:revision>
  <dcterms:created xsi:type="dcterms:W3CDTF">2014-05-21T00:59:00Z</dcterms:created>
  <dcterms:modified xsi:type="dcterms:W3CDTF">2024-11-01T02:03:00Z</dcterms:modified>
</cp:coreProperties>
</file>